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439105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67768" w:rsidRPr="00C5389C">
        <w:rPr>
          <w:rFonts w:ascii="Verdana" w:eastAsia="Calibri" w:hAnsi="Verdana"/>
          <w:b/>
        </w:rPr>
        <w:t>Oprava drobné mechanizace u OŘ Brno 2025 - 2026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97811" w14:textId="77777777" w:rsidR="003102D9" w:rsidRDefault="003102D9" w:rsidP="00962258">
      <w:pPr>
        <w:spacing w:after="0" w:line="240" w:lineRule="auto"/>
      </w:pPr>
      <w:r>
        <w:separator/>
      </w:r>
    </w:p>
  </w:endnote>
  <w:endnote w:type="continuationSeparator" w:id="0">
    <w:p w14:paraId="0A3BBA62" w14:textId="77777777" w:rsidR="003102D9" w:rsidRDefault="003102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3EB38" w14:textId="77777777" w:rsidR="003102D9" w:rsidRDefault="003102D9" w:rsidP="00962258">
      <w:pPr>
        <w:spacing w:after="0" w:line="240" w:lineRule="auto"/>
      </w:pPr>
      <w:r>
        <w:separator/>
      </w:r>
    </w:p>
  </w:footnote>
  <w:footnote w:type="continuationSeparator" w:id="0">
    <w:p w14:paraId="5E07B66A" w14:textId="77777777" w:rsidR="003102D9" w:rsidRDefault="003102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02D9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1D62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67768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0003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62D2F"/>
    <w:rsid w:val="00710200"/>
    <w:rsid w:val="0087094D"/>
    <w:rsid w:val="00980003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11</cp:revision>
  <cp:lastPrinted>2017-11-28T17:18:00Z</cp:lastPrinted>
  <dcterms:created xsi:type="dcterms:W3CDTF">2023-11-16T10:29:00Z</dcterms:created>
  <dcterms:modified xsi:type="dcterms:W3CDTF">2025-02-12T07:33:00Z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